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8D8" w:rsidRDefault="00F928D8" w:rsidP="00815E98">
      <w:pPr>
        <w:pStyle w:val="Textdopisu"/>
        <w:rPr>
          <w:sz w:val="16"/>
          <w:szCs w:val="16"/>
        </w:rPr>
      </w:pPr>
      <w:bookmarkStart w:id="0" w:name="_GoBack"/>
      <w:bookmarkEnd w:id="0"/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D34F4D" w:rsidP="00557E7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VZOR SEZNAMU </w:t>
            </w:r>
            <w:r w:rsidR="00557E7F">
              <w:rPr>
                <w:b/>
                <w:bCs/>
                <w:sz w:val="22"/>
                <w:szCs w:val="22"/>
              </w:rPr>
              <w:t>ČLENŮ REALIZAČNÍHO TÝMU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D34F4D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D34F4D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D34F4D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D34F4D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CF2403" w:rsidRPr="00CF2403" w:rsidRDefault="00CF2403" w:rsidP="00CF2403">
            <w:pPr>
              <w:jc w:val="center"/>
              <w:rPr>
                <w:rFonts w:cs="Arial"/>
                <w:b/>
                <w:bCs/>
                <w:caps/>
                <w:color w:val="FF0000"/>
                <w:szCs w:val="20"/>
              </w:rPr>
            </w:pPr>
            <w:r w:rsidRPr="00CF2403">
              <w:rPr>
                <w:rFonts w:cs="Arial"/>
                <w:b/>
                <w:bCs/>
                <w:caps/>
                <w:color w:val="FF0000"/>
                <w:szCs w:val="20"/>
              </w:rPr>
              <w:t xml:space="preserve">administrátor veřejných zakázek </w:t>
            </w:r>
          </w:p>
          <w:p w:rsidR="00171691" w:rsidRPr="00164E05" w:rsidRDefault="00CF2403" w:rsidP="00CF240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F2403">
              <w:rPr>
                <w:rFonts w:ascii="Arial" w:hAnsi="Arial" w:cs="Arial"/>
                <w:bCs/>
                <w:color w:val="FF0000"/>
                <w:sz w:val="20"/>
                <w:szCs w:val="20"/>
              </w:rPr>
              <w:t>a související poradenství pro město uherský brod a příspěvkové organizace zřízené městem uherský brod</w:t>
            </w:r>
          </w:p>
        </w:tc>
      </w:tr>
      <w:tr w:rsidR="00F928D8" w:rsidRPr="003D1519" w:rsidTr="00D34F4D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557E7F" w:rsidRPr="00557E7F" w:rsidRDefault="00D17C44" w:rsidP="00557E7F">
      <w:pPr>
        <w:pStyle w:val="2nesltext"/>
        <w:rPr>
          <w:rFonts w:ascii="Arial" w:hAnsi="Arial" w:cs="Arial"/>
          <w:sz w:val="20"/>
          <w:szCs w:val="20"/>
        </w:rPr>
      </w:pPr>
      <w:r w:rsidRPr="00557E7F">
        <w:rPr>
          <w:rFonts w:ascii="Arial" w:hAnsi="Arial" w:cs="Arial"/>
          <w:sz w:val="20"/>
          <w:szCs w:val="20"/>
        </w:rPr>
        <w:t xml:space="preserve">Tímto čestně prohlašuji, </w:t>
      </w:r>
      <w:r w:rsidR="00557E7F" w:rsidRPr="00557E7F">
        <w:rPr>
          <w:rFonts w:ascii="Arial" w:hAnsi="Arial" w:cs="Arial"/>
          <w:sz w:val="20"/>
          <w:szCs w:val="20"/>
        </w:rPr>
        <w:t>že mám k dispozici tyto osoby (realizační tým splňující požadavky zadavatele na vzdělání a odbornou kvalifikaci osob uvedené v zadávací dokumentaci):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1"/>
        <w:gridCol w:w="4817"/>
      </w:tblGrid>
      <w:tr w:rsidR="00557E7F" w:rsidRPr="006B11F8" w:rsidTr="00557E7F">
        <w:trPr>
          <w:cantSplit/>
          <w:trHeight w:val="397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57E7F" w:rsidRPr="00557E7F" w:rsidRDefault="00557E7F" w:rsidP="00F951F4">
            <w:pPr>
              <w:pStyle w:val="text"/>
              <w:keepNext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557E7F">
              <w:rPr>
                <w:b/>
                <w:caps/>
                <w:sz w:val="20"/>
                <w:szCs w:val="20"/>
              </w:rPr>
              <w:t xml:space="preserve">vedoucí týmu - právník </w:t>
            </w:r>
          </w:p>
        </w:tc>
      </w:tr>
      <w:tr w:rsidR="00557E7F" w:rsidRPr="006B11F8" w:rsidTr="00557E7F">
        <w:trPr>
          <w:cantSplit/>
          <w:trHeight w:val="680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57E7F" w:rsidRPr="00557E7F" w:rsidRDefault="00557E7F" w:rsidP="00F951F4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b/>
                <w:sz w:val="20"/>
                <w:szCs w:val="20"/>
              </w:rPr>
            </w:pPr>
            <w:r w:rsidRPr="00557E7F">
              <w:rPr>
                <w:b/>
                <w:sz w:val="20"/>
                <w:szCs w:val="20"/>
              </w:rPr>
              <w:t>Titul, jméno a příjmení</w:t>
            </w:r>
          </w:p>
          <w:p w:rsidR="00557E7F" w:rsidRPr="00557E7F" w:rsidRDefault="00557E7F" w:rsidP="00F951F4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b/>
                <w:sz w:val="20"/>
                <w:szCs w:val="20"/>
              </w:rPr>
            </w:pPr>
            <w:r w:rsidRPr="00557E7F">
              <w:rPr>
                <w:i/>
                <w:sz w:val="20"/>
                <w:szCs w:val="20"/>
              </w:rPr>
              <w:t>(titul, jméno a příjmení)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E7F" w:rsidRPr="00557E7F" w:rsidRDefault="00557E7F" w:rsidP="00F951F4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557E7F">
              <w:rPr>
                <w:rFonts w:cs="Arial"/>
                <w:b/>
                <w:szCs w:val="20"/>
                <w:highlight w:val="cyan"/>
                <w:lang w:eastAsia="en-US" w:bidi="en-US"/>
              </w:rPr>
              <w:fldChar w:fldCharType="begin"/>
            </w:r>
            <w:r w:rsidRPr="00557E7F">
              <w:rPr>
                <w:rFonts w:cs="Arial"/>
                <w:b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7E7F">
              <w:rPr>
                <w:rFonts w:cs="Arial"/>
                <w:b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57E7F" w:rsidRPr="006B11F8" w:rsidTr="00557E7F">
        <w:trPr>
          <w:cantSplit/>
          <w:trHeight w:val="680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57E7F" w:rsidRPr="00557E7F" w:rsidRDefault="00557E7F" w:rsidP="00F951F4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i/>
                <w:sz w:val="20"/>
                <w:szCs w:val="20"/>
              </w:rPr>
            </w:pPr>
            <w:r w:rsidRPr="00557E7F">
              <w:rPr>
                <w:b/>
                <w:sz w:val="20"/>
                <w:szCs w:val="20"/>
              </w:rPr>
              <w:t>Poměr k Účastníku zadávacího řízení</w:t>
            </w:r>
          </w:p>
          <w:p w:rsidR="00557E7F" w:rsidRPr="00557E7F" w:rsidRDefault="00557E7F" w:rsidP="00F951F4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i/>
                <w:sz w:val="20"/>
                <w:szCs w:val="20"/>
              </w:rPr>
            </w:pPr>
            <w:r w:rsidRPr="00557E7F">
              <w:rPr>
                <w:i/>
                <w:sz w:val="20"/>
                <w:szCs w:val="20"/>
              </w:rPr>
              <w:t>(např. zaměstnanec)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E7F" w:rsidRPr="00557E7F" w:rsidRDefault="00557E7F" w:rsidP="00F951F4">
            <w:pPr>
              <w:keepNext/>
              <w:jc w:val="center"/>
              <w:rPr>
                <w:rFonts w:cs="Arial"/>
                <w:szCs w:val="20"/>
              </w:rPr>
            </w:pPr>
            <w:r w:rsidRPr="00557E7F">
              <w:rPr>
                <w:rFonts w:cs="Arial"/>
                <w:szCs w:val="20"/>
                <w:highlight w:val="cyan"/>
                <w:lang w:eastAsia="en-US" w:bidi="en-US"/>
              </w:rPr>
              <w:fldChar w:fldCharType="begin"/>
            </w:r>
            <w:r w:rsidRPr="00557E7F">
              <w:rPr>
                <w:rFonts w:cs="Arial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7E7F">
              <w:rPr>
                <w:rFonts w:cs="Arial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57E7F" w:rsidRPr="006B11F8" w:rsidTr="00557E7F">
        <w:trPr>
          <w:cantSplit/>
          <w:trHeight w:val="397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57E7F" w:rsidRPr="00557E7F" w:rsidRDefault="00557E7F" w:rsidP="00F951F4">
            <w:pPr>
              <w:pStyle w:val="text"/>
              <w:keepNext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557E7F">
              <w:rPr>
                <w:b/>
                <w:caps/>
                <w:sz w:val="20"/>
                <w:szCs w:val="20"/>
              </w:rPr>
              <w:t>Administrátor veřejných zakázek – senior</w:t>
            </w:r>
          </w:p>
        </w:tc>
      </w:tr>
      <w:tr w:rsidR="00557E7F" w:rsidRPr="006B11F8" w:rsidTr="00557E7F">
        <w:trPr>
          <w:cantSplit/>
          <w:trHeight w:val="680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57E7F" w:rsidRPr="00557E7F" w:rsidRDefault="00557E7F" w:rsidP="00F951F4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b/>
                <w:sz w:val="20"/>
                <w:szCs w:val="20"/>
              </w:rPr>
            </w:pPr>
            <w:r w:rsidRPr="00557E7F">
              <w:rPr>
                <w:b/>
                <w:sz w:val="20"/>
                <w:szCs w:val="20"/>
              </w:rPr>
              <w:t>Titul, jméno a příjmení</w:t>
            </w:r>
          </w:p>
          <w:p w:rsidR="00557E7F" w:rsidRPr="00557E7F" w:rsidRDefault="00557E7F" w:rsidP="00F951F4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b/>
                <w:sz w:val="20"/>
                <w:szCs w:val="20"/>
              </w:rPr>
            </w:pPr>
            <w:r w:rsidRPr="00557E7F">
              <w:rPr>
                <w:i/>
                <w:sz w:val="20"/>
                <w:szCs w:val="20"/>
              </w:rPr>
              <w:t>(titul, jméno a příjmení)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E7F" w:rsidRPr="00557E7F" w:rsidRDefault="00557E7F" w:rsidP="00F951F4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557E7F">
              <w:rPr>
                <w:rFonts w:cs="Arial"/>
                <w:b/>
                <w:szCs w:val="20"/>
                <w:highlight w:val="cyan"/>
                <w:lang w:eastAsia="en-US" w:bidi="en-US"/>
              </w:rPr>
              <w:fldChar w:fldCharType="begin"/>
            </w:r>
            <w:r w:rsidRPr="00557E7F">
              <w:rPr>
                <w:rFonts w:cs="Arial"/>
                <w:b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7E7F">
              <w:rPr>
                <w:rFonts w:cs="Arial"/>
                <w:b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57E7F" w:rsidRPr="006B11F8" w:rsidTr="00557E7F">
        <w:trPr>
          <w:cantSplit/>
          <w:trHeight w:val="680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57E7F" w:rsidRPr="00557E7F" w:rsidRDefault="00557E7F" w:rsidP="00F951F4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i/>
                <w:sz w:val="20"/>
                <w:szCs w:val="20"/>
              </w:rPr>
            </w:pPr>
            <w:r w:rsidRPr="00557E7F">
              <w:rPr>
                <w:b/>
                <w:sz w:val="20"/>
                <w:szCs w:val="20"/>
              </w:rPr>
              <w:t>Poměr k Účastníku zadávacího řízení</w:t>
            </w:r>
          </w:p>
          <w:p w:rsidR="00557E7F" w:rsidRPr="00557E7F" w:rsidRDefault="00557E7F" w:rsidP="00F951F4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i/>
                <w:sz w:val="20"/>
                <w:szCs w:val="20"/>
              </w:rPr>
            </w:pPr>
            <w:r w:rsidRPr="00557E7F">
              <w:rPr>
                <w:i/>
                <w:sz w:val="20"/>
                <w:szCs w:val="20"/>
              </w:rPr>
              <w:t>(např. zaměstnanec)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E7F" w:rsidRPr="00557E7F" w:rsidRDefault="00557E7F" w:rsidP="00F951F4">
            <w:pPr>
              <w:keepNext/>
              <w:jc w:val="center"/>
              <w:rPr>
                <w:rFonts w:cs="Arial"/>
                <w:szCs w:val="20"/>
              </w:rPr>
            </w:pPr>
            <w:r w:rsidRPr="00557E7F">
              <w:rPr>
                <w:rFonts w:cs="Arial"/>
                <w:szCs w:val="20"/>
                <w:highlight w:val="cyan"/>
                <w:lang w:eastAsia="en-US" w:bidi="en-US"/>
              </w:rPr>
              <w:fldChar w:fldCharType="begin"/>
            </w:r>
            <w:r w:rsidRPr="00557E7F">
              <w:rPr>
                <w:rFonts w:cs="Arial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7E7F">
              <w:rPr>
                <w:rFonts w:cs="Arial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57E7F" w:rsidRPr="006B11F8" w:rsidTr="00557E7F">
        <w:trPr>
          <w:cantSplit/>
          <w:trHeight w:val="404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57E7F" w:rsidRPr="00557E7F" w:rsidRDefault="00557E7F" w:rsidP="00F951F4">
            <w:pPr>
              <w:pStyle w:val="text"/>
              <w:keepNext/>
              <w:widowControl/>
              <w:spacing w:before="0" w:line="240" w:lineRule="auto"/>
              <w:jc w:val="center"/>
              <w:rPr>
                <w:b/>
                <w:caps/>
                <w:sz w:val="20"/>
                <w:szCs w:val="20"/>
              </w:rPr>
            </w:pPr>
            <w:r w:rsidRPr="00557E7F">
              <w:rPr>
                <w:b/>
                <w:caps/>
                <w:sz w:val="20"/>
                <w:szCs w:val="20"/>
              </w:rPr>
              <w:t>Administrátor veřejných zakázek – junior</w:t>
            </w:r>
          </w:p>
        </w:tc>
      </w:tr>
      <w:tr w:rsidR="00557E7F" w:rsidRPr="006B11F8" w:rsidTr="00557E7F">
        <w:trPr>
          <w:cantSplit/>
          <w:trHeight w:val="680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57E7F" w:rsidRPr="00557E7F" w:rsidRDefault="00557E7F" w:rsidP="00F951F4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b/>
                <w:sz w:val="20"/>
                <w:szCs w:val="20"/>
              </w:rPr>
            </w:pPr>
            <w:r w:rsidRPr="00557E7F">
              <w:rPr>
                <w:b/>
                <w:sz w:val="20"/>
                <w:szCs w:val="20"/>
              </w:rPr>
              <w:t>Titul, jméno a příjmení</w:t>
            </w:r>
          </w:p>
          <w:p w:rsidR="00557E7F" w:rsidRPr="00557E7F" w:rsidRDefault="00557E7F" w:rsidP="00F951F4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b/>
                <w:sz w:val="20"/>
                <w:szCs w:val="20"/>
              </w:rPr>
            </w:pPr>
            <w:r w:rsidRPr="00557E7F">
              <w:rPr>
                <w:i/>
                <w:sz w:val="20"/>
                <w:szCs w:val="20"/>
              </w:rPr>
              <w:t>(titul, jméno a příjmení)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E7F" w:rsidRPr="00557E7F" w:rsidRDefault="00557E7F" w:rsidP="00F951F4">
            <w:pPr>
              <w:keepNext/>
              <w:jc w:val="center"/>
              <w:rPr>
                <w:rFonts w:cs="Arial"/>
                <w:szCs w:val="20"/>
                <w:highlight w:val="cyan"/>
                <w:lang w:eastAsia="en-US" w:bidi="en-US"/>
              </w:rPr>
            </w:pPr>
            <w:r w:rsidRPr="00557E7F">
              <w:rPr>
                <w:rFonts w:cs="Arial"/>
                <w:b/>
                <w:szCs w:val="20"/>
                <w:highlight w:val="cyan"/>
                <w:lang w:eastAsia="en-US" w:bidi="en-US"/>
              </w:rPr>
              <w:fldChar w:fldCharType="begin"/>
            </w:r>
            <w:r w:rsidRPr="00557E7F">
              <w:rPr>
                <w:rFonts w:cs="Arial"/>
                <w:b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7E7F">
              <w:rPr>
                <w:rFonts w:cs="Arial"/>
                <w:b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57E7F" w:rsidRPr="006B11F8" w:rsidTr="00557E7F">
        <w:trPr>
          <w:cantSplit/>
          <w:trHeight w:val="680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57E7F" w:rsidRPr="00557E7F" w:rsidRDefault="00557E7F" w:rsidP="00F951F4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i/>
                <w:sz w:val="20"/>
                <w:szCs w:val="20"/>
              </w:rPr>
            </w:pPr>
            <w:r w:rsidRPr="00557E7F">
              <w:rPr>
                <w:b/>
                <w:sz w:val="20"/>
                <w:szCs w:val="20"/>
              </w:rPr>
              <w:t>Poměr k Účastníku zadávacího řízení</w:t>
            </w:r>
          </w:p>
          <w:p w:rsidR="00557E7F" w:rsidRPr="00557E7F" w:rsidRDefault="00557E7F" w:rsidP="00F951F4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b/>
                <w:sz w:val="20"/>
                <w:szCs w:val="20"/>
              </w:rPr>
            </w:pPr>
            <w:r w:rsidRPr="00557E7F">
              <w:rPr>
                <w:i/>
                <w:sz w:val="20"/>
                <w:szCs w:val="20"/>
              </w:rPr>
              <w:t>(např. zaměstnanec)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E7F" w:rsidRPr="00557E7F" w:rsidRDefault="00557E7F" w:rsidP="00F951F4">
            <w:pPr>
              <w:keepNext/>
              <w:jc w:val="center"/>
              <w:rPr>
                <w:rFonts w:cs="Arial"/>
                <w:szCs w:val="20"/>
                <w:highlight w:val="cyan"/>
                <w:lang w:eastAsia="en-US" w:bidi="en-US"/>
              </w:rPr>
            </w:pPr>
            <w:r w:rsidRPr="00557E7F">
              <w:rPr>
                <w:rFonts w:cs="Arial"/>
                <w:szCs w:val="20"/>
                <w:highlight w:val="cyan"/>
                <w:lang w:eastAsia="en-US" w:bidi="en-US"/>
              </w:rPr>
              <w:fldChar w:fldCharType="begin"/>
            </w:r>
            <w:r w:rsidRPr="00557E7F">
              <w:rPr>
                <w:rFonts w:cs="Arial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7E7F">
              <w:rPr>
                <w:rFonts w:cs="Arial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32B67" w:rsidRPr="00D34F4D" w:rsidRDefault="00632B67" w:rsidP="00815E98">
      <w:pPr>
        <w:pStyle w:val="Textdopisu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828"/>
        <w:gridCol w:w="2624"/>
      </w:tblGrid>
      <w:tr w:rsidR="00D34F4D" w:rsidRPr="003D1519" w:rsidTr="00F951F4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bottom"/>
          </w:tcPr>
          <w:p w:rsidR="00D34F4D" w:rsidRPr="003D1519" w:rsidRDefault="00D34F4D" w:rsidP="00F951F4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Dodavatel:</w:t>
            </w:r>
          </w:p>
        </w:tc>
      </w:tr>
      <w:tr w:rsidR="00D34F4D" w:rsidRPr="00F03382" w:rsidTr="00F951F4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D34F4D" w:rsidRPr="003D1519" w:rsidRDefault="00D34F4D" w:rsidP="00F951F4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34F4D" w:rsidRPr="00F03382" w:rsidRDefault="00D34F4D" w:rsidP="00F951F4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D34F4D" w:rsidTr="00F951F4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D34F4D" w:rsidRPr="003D1519" w:rsidRDefault="00D34F4D" w:rsidP="00F951F4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34F4D" w:rsidRDefault="00D34F4D" w:rsidP="00F951F4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D34F4D" w:rsidTr="00F951F4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D34F4D" w:rsidRPr="003D1519" w:rsidRDefault="00D34F4D" w:rsidP="00F951F4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34F4D" w:rsidRDefault="00D34F4D" w:rsidP="00F951F4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D34F4D" w:rsidRPr="003D1519" w:rsidTr="00F951F4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:rsidR="00D34F4D" w:rsidRPr="003D1519" w:rsidRDefault="00D34F4D" w:rsidP="00F951F4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D34F4D" w:rsidRPr="003D1519" w:rsidTr="00F951F4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D34F4D" w:rsidRPr="003D1519" w:rsidRDefault="00D34F4D" w:rsidP="00F951F4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 w:rsidR="008963D8">
              <w:rPr>
                <w:b/>
                <w:bCs/>
                <w:szCs w:val="20"/>
              </w:rPr>
              <w:t xml:space="preserve"> (statu</w:t>
            </w:r>
            <w:r>
              <w:rPr>
                <w:b/>
                <w:bCs/>
                <w:szCs w:val="20"/>
              </w:rPr>
              <w:t>t. zástupce)</w:t>
            </w:r>
          </w:p>
        </w:tc>
        <w:tc>
          <w:tcPr>
            <w:tcW w:w="25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F4D" w:rsidRDefault="00D34F4D" w:rsidP="00F951F4">
            <w:pPr>
              <w:jc w:val="center"/>
              <w:rPr>
                <w:szCs w:val="20"/>
              </w:rPr>
            </w:pPr>
          </w:p>
          <w:p w:rsidR="00D34F4D" w:rsidRPr="003D1519" w:rsidRDefault="00D34F4D" w:rsidP="00F951F4">
            <w:pPr>
              <w:rPr>
                <w:szCs w:val="20"/>
              </w:rPr>
            </w:pPr>
          </w:p>
        </w:tc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D34F4D" w:rsidRPr="003D1519" w:rsidRDefault="00D34F4D" w:rsidP="00F951F4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D34F4D" w:rsidRPr="003D1519" w:rsidTr="00F951F4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D34F4D" w:rsidRPr="003D1519" w:rsidRDefault="00D34F4D" w:rsidP="00F951F4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34F4D" w:rsidRPr="003D1519" w:rsidRDefault="00D34F4D" w:rsidP="00F951F4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D34F4D" w:rsidRPr="003D1519" w:rsidTr="00F951F4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D34F4D" w:rsidRPr="00153290" w:rsidRDefault="00D34F4D" w:rsidP="00F951F4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34F4D" w:rsidRPr="003D1519" w:rsidRDefault="00D34F4D" w:rsidP="00F951F4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D34F4D" w:rsidRPr="003D1519" w:rsidTr="00F951F4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D34F4D" w:rsidRPr="00153290" w:rsidRDefault="00D34F4D" w:rsidP="00F951F4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4F4D" w:rsidRPr="003D1519" w:rsidRDefault="00D34F4D" w:rsidP="00F951F4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557E7F">
      <w:pPr>
        <w:pStyle w:val="Textdopisu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CF2403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5F055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557E7F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557E7F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9B0702"/>
    <w:multiLevelType w:val="hybridMultilevel"/>
    <w:tmpl w:val="67A475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D9A5EEC"/>
    <w:multiLevelType w:val="hybridMultilevel"/>
    <w:tmpl w:val="492EE5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2349D9"/>
    <w:multiLevelType w:val="hybridMultilevel"/>
    <w:tmpl w:val="8FA06FB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E4429"/>
    <w:multiLevelType w:val="hybridMultilevel"/>
    <w:tmpl w:val="3162D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09B412F"/>
    <w:multiLevelType w:val="hybridMultilevel"/>
    <w:tmpl w:val="D9F88E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9"/>
  </w:num>
  <w:num w:numId="3">
    <w:abstractNumId w:val="17"/>
  </w:num>
  <w:num w:numId="4">
    <w:abstractNumId w:val="20"/>
  </w:num>
  <w:num w:numId="5">
    <w:abstractNumId w:val="0"/>
  </w:num>
  <w:num w:numId="6">
    <w:abstractNumId w:val="16"/>
  </w:num>
  <w:num w:numId="7">
    <w:abstractNumId w:val="7"/>
  </w:num>
  <w:num w:numId="8">
    <w:abstractNumId w:val="24"/>
  </w:num>
  <w:num w:numId="9">
    <w:abstractNumId w:val="18"/>
  </w:num>
  <w:num w:numId="10">
    <w:abstractNumId w:val="6"/>
  </w:num>
  <w:num w:numId="11">
    <w:abstractNumId w:val="14"/>
  </w:num>
  <w:num w:numId="12">
    <w:abstractNumId w:val="22"/>
  </w:num>
  <w:num w:numId="13">
    <w:abstractNumId w:val="21"/>
  </w:num>
  <w:num w:numId="14">
    <w:abstractNumId w:val="23"/>
  </w:num>
  <w:num w:numId="15">
    <w:abstractNumId w:val="19"/>
  </w:num>
  <w:num w:numId="16">
    <w:abstractNumId w:val="15"/>
  </w:num>
  <w:num w:numId="17">
    <w:abstractNumId w:val="13"/>
  </w:num>
  <w:num w:numId="18">
    <w:abstractNumId w:val="11"/>
  </w:num>
  <w:num w:numId="19">
    <w:abstractNumId w:val="1"/>
  </w:num>
  <w:num w:numId="20">
    <w:abstractNumId w:val="10"/>
  </w:num>
  <w:num w:numId="21">
    <w:abstractNumId w:val="12"/>
  </w:num>
  <w:num w:numId="22">
    <w:abstractNumId w:val="5"/>
  </w:num>
  <w:num w:numId="23">
    <w:abstractNumId w:val="2"/>
  </w:num>
  <w:num w:numId="24">
    <w:abstractNumId w:val="8"/>
  </w:num>
  <w:num w:numId="25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0407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64E05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1F6BA7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E6871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96699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2C84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37F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4F44E3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57E7F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055A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B67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A85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4F57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63D8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229F6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6C94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80BB0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4C18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B620A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40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17C44"/>
    <w:rsid w:val="00D22624"/>
    <w:rsid w:val="00D25E99"/>
    <w:rsid w:val="00D30639"/>
    <w:rsid w:val="00D30F07"/>
    <w:rsid w:val="00D30F13"/>
    <w:rsid w:val="00D3344F"/>
    <w:rsid w:val="00D34EC0"/>
    <w:rsid w:val="00D34F4D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38B9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485F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66F54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5D99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324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0C5A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uiPriority w:val="10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10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paragraph" w:customStyle="1" w:styleId="Textodstavce">
    <w:name w:val="Text odstavce"/>
    <w:basedOn w:val="Normln"/>
    <w:rsid w:val="00EC5D99"/>
    <w:pPr>
      <w:numPr>
        <w:ilvl w:val="6"/>
        <w:numId w:val="2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  <w:style w:type="table" w:customStyle="1" w:styleId="Mkatabulky2">
    <w:name w:val="Mřížka tabulky2"/>
    <w:basedOn w:val="Normlntabulka"/>
    <w:next w:val="Mkatabulky"/>
    <w:uiPriority w:val="59"/>
    <w:rsid w:val="00D17C4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locked/>
    <w:rsid w:val="00D34F4D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34F4D"/>
  </w:style>
  <w:style w:type="character" w:styleId="Znakapoznpodarou">
    <w:name w:val="footnote reference"/>
    <w:locked/>
    <w:rsid w:val="00D34F4D"/>
    <w:rPr>
      <w:vertAlign w:val="superscript"/>
    </w:rPr>
  </w:style>
  <w:style w:type="paragraph" w:customStyle="1" w:styleId="text">
    <w:name w:val="text"/>
    <w:rsid w:val="00D34F4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2nesltext">
    <w:name w:val="2nečísl.text"/>
    <w:basedOn w:val="Normln"/>
    <w:qFormat/>
    <w:rsid w:val="00557E7F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CCE74050</Template>
  <TotalTime>8</TotalTime>
  <Pages>1</Pages>
  <Words>147</Words>
  <Characters>1415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9</cp:revision>
  <cp:lastPrinted>2025-05-07T14:17:00Z</cp:lastPrinted>
  <dcterms:created xsi:type="dcterms:W3CDTF">2025-01-03T09:10:00Z</dcterms:created>
  <dcterms:modified xsi:type="dcterms:W3CDTF">2025-05-07T14:17:00Z</dcterms:modified>
</cp:coreProperties>
</file>